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912C" w14:textId="77777777" w:rsidR="006E5D65" w:rsidRPr="00C82F5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2F5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CD6897" w:rsidRPr="00C82F51">
        <w:rPr>
          <w:rFonts w:ascii="Corbel" w:hAnsi="Corbel"/>
          <w:b/>
          <w:bCs/>
          <w:sz w:val="24"/>
          <w:szCs w:val="24"/>
        </w:rPr>
        <w:tab/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2F51">
        <w:rPr>
          <w:rFonts w:ascii="Corbel" w:hAnsi="Corbel"/>
          <w:bCs/>
          <w:i/>
          <w:sz w:val="24"/>
          <w:szCs w:val="24"/>
        </w:rPr>
        <w:t>1.5</w:t>
      </w:r>
      <w:r w:rsidR="00D8678B" w:rsidRPr="00C82F5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2F5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2F5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2F51">
        <w:rPr>
          <w:rFonts w:ascii="Corbel" w:hAnsi="Corbel"/>
          <w:bCs/>
          <w:i/>
          <w:sz w:val="24"/>
          <w:szCs w:val="24"/>
        </w:rPr>
        <w:t>12/2019</w:t>
      </w:r>
    </w:p>
    <w:p w14:paraId="76F5FE00" w14:textId="77777777" w:rsidR="00D467FA" w:rsidRPr="00FA5EF4" w:rsidRDefault="00D467FA" w:rsidP="00D467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561E4EF8" w14:textId="6731FB6F" w:rsidR="00D467FA" w:rsidRPr="00FA5EF4" w:rsidRDefault="00D467FA" w:rsidP="00D467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AE5DB0" w:rsidRPr="00AE5DB0">
        <w:rPr>
          <w:rFonts w:ascii="Corbel" w:hAnsi="Corbel"/>
          <w:b/>
          <w:smallCaps/>
          <w:sz w:val="24"/>
          <w:szCs w:val="24"/>
        </w:rPr>
        <w:t>2020/2021-2024/2025</w:t>
      </w:r>
    </w:p>
    <w:p w14:paraId="63C85B6E" w14:textId="77777777" w:rsidR="00D467FA" w:rsidRDefault="00D467FA" w:rsidP="00B860D7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186874EA" w14:textId="77777777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A59E256" w14:textId="387FB7AC" w:rsidR="00D467FA" w:rsidRPr="00FA5EF4" w:rsidRDefault="00D467FA" w:rsidP="00D467F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 w:rsidR="00F0129F">
        <w:rPr>
          <w:rFonts w:ascii="Corbel" w:hAnsi="Corbel"/>
          <w:sz w:val="24"/>
          <w:szCs w:val="24"/>
        </w:rPr>
        <w:t>2021/2022</w:t>
      </w:r>
    </w:p>
    <w:p w14:paraId="654CF952" w14:textId="77777777" w:rsidR="0085747A" w:rsidRPr="00C82F5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05B733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 xml:space="preserve">1. </w:t>
      </w:r>
      <w:r w:rsidR="0085747A" w:rsidRPr="00C82F51">
        <w:rPr>
          <w:rFonts w:ascii="Corbel" w:hAnsi="Corbel"/>
          <w:szCs w:val="24"/>
        </w:rPr>
        <w:t xml:space="preserve">Podstawowe </w:t>
      </w:r>
      <w:r w:rsidR="00445970" w:rsidRPr="00C82F5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2F51" w14:paraId="78D9D178" w14:textId="77777777" w:rsidTr="000B5727">
        <w:tc>
          <w:tcPr>
            <w:tcW w:w="2694" w:type="dxa"/>
            <w:vAlign w:val="center"/>
          </w:tcPr>
          <w:p w14:paraId="5751F565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003AC" w14:textId="77777777" w:rsidR="0085747A" w:rsidRPr="000B5727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C82F51" w14:paraId="461BDEDB" w14:textId="77777777" w:rsidTr="000B5727">
        <w:tc>
          <w:tcPr>
            <w:tcW w:w="2694" w:type="dxa"/>
            <w:vAlign w:val="center"/>
          </w:tcPr>
          <w:p w14:paraId="5745EFB0" w14:textId="77777777" w:rsidR="0085747A" w:rsidRPr="00C82F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2F5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091FF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PRP18</w:t>
            </w:r>
          </w:p>
        </w:tc>
      </w:tr>
      <w:tr w:rsidR="0085747A" w:rsidRPr="00C82F51" w14:paraId="12132CA1" w14:textId="77777777" w:rsidTr="000B5727">
        <w:tc>
          <w:tcPr>
            <w:tcW w:w="2694" w:type="dxa"/>
            <w:vAlign w:val="center"/>
          </w:tcPr>
          <w:p w14:paraId="36416421" w14:textId="77777777" w:rsidR="0085747A" w:rsidRPr="00C82F5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2F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AB2766" w14:textId="77777777" w:rsidR="0085747A" w:rsidRPr="00C82F51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7CCC8F0B" w14:textId="77777777" w:rsidTr="000B5727">
        <w:tc>
          <w:tcPr>
            <w:tcW w:w="2694" w:type="dxa"/>
            <w:vAlign w:val="center"/>
          </w:tcPr>
          <w:p w14:paraId="04A3D54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3A1F39" w14:textId="2DE1B3E9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B5727" w:rsidRPr="00C82F51" w14:paraId="1AFE4EE7" w14:textId="77777777" w:rsidTr="000B5727">
        <w:tc>
          <w:tcPr>
            <w:tcW w:w="2694" w:type="dxa"/>
            <w:vAlign w:val="center"/>
          </w:tcPr>
          <w:p w14:paraId="4E9881D2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933A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B5727" w:rsidRPr="00C82F51" w14:paraId="0ECC89C8" w14:textId="77777777" w:rsidTr="000B5727">
        <w:tc>
          <w:tcPr>
            <w:tcW w:w="2694" w:type="dxa"/>
            <w:vAlign w:val="center"/>
          </w:tcPr>
          <w:p w14:paraId="2925BC3A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2BB6A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B5727" w:rsidRPr="00C82F51" w14:paraId="26D8C180" w14:textId="77777777" w:rsidTr="000B5727">
        <w:tc>
          <w:tcPr>
            <w:tcW w:w="2694" w:type="dxa"/>
            <w:vAlign w:val="center"/>
          </w:tcPr>
          <w:p w14:paraId="57CE80F1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57BBD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B5727" w:rsidRPr="00C82F51" w14:paraId="75F4CEBD" w14:textId="77777777" w:rsidTr="000B5727">
        <w:tc>
          <w:tcPr>
            <w:tcW w:w="2694" w:type="dxa"/>
            <w:vAlign w:val="center"/>
          </w:tcPr>
          <w:p w14:paraId="64841C0C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34DC50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B5727" w:rsidRPr="00C82F51" w14:paraId="5DB80226" w14:textId="77777777" w:rsidTr="000B5727">
        <w:tc>
          <w:tcPr>
            <w:tcW w:w="2694" w:type="dxa"/>
            <w:vAlign w:val="center"/>
          </w:tcPr>
          <w:p w14:paraId="4BAC1528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479F9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0B5727" w:rsidRPr="00C82F51" w14:paraId="5BE75935" w14:textId="77777777" w:rsidTr="000B5727">
        <w:tc>
          <w:tcPr>
            <w:tcW w:w="2694" w:type="dxa"/>
            <w:vAlign w:val="center"/>
          </w:tcPr>
          <w:p w14:paraId="77374A96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355414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0B5727" w:rsidRPr="00C82F51" w14:paraId="382FDA96" w14:textId="77777777" w:rsidTr="000B5727">
        <w:tc>
          <w:tcPr>
            <w:tcW w:w="2694" w:type="dxa"/>
            <w:vAlign w:val="center"/>
          </w:tcPr>
          <w:p w14:paraId="55562D34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1113C2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B5727" w:rsidRPr="00C82F51" w14:paraId="03E107DB" w14:textId="77777777" w:rsidTr="000B5727">
        <w:tc>
          <w:tcPr>
            <w:tcW w:w="2694" w:type="dxa"/>
            <w:vAlign w:val="center"/>
          </w:tcPr>
          <w:p w14:paraId="1EE16F8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163DE" w14:textId="54A43D10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0B5727" w:rsidRPr="00C82F51" w14:paraId="4A85E776" w14:textId="77777777" w:rsidTr="000B5727">
        <w:tc>
          <w:tcPr>
            <w:tcW w:w="2694" w:type="dxa"/>
            <w:vAlign w:val="center"/>
          </w:tcPr>
          <w:p w14:paraId="6AF7059E" w14:textId="77777777" w:rsidR="000B5727" w:rsidRPr="00C82F51" w:rsidRDefault="000B5727" w:rsidP="000B57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9F6CEB" w14:textId="77777777" w:rsidR="000B5727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C224A36" w14:textId="77777777" w:rsidR="000B5727" w:rsidRPr="00C82F51" w:rsidRDefault="000B5727" w:rsidP="000B5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C82F51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C82F51"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0E0D7ECD" w14:textId="77777777" w:rsidR="0085747A" w:rsidRPr="00C82F5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="00B90885" w:rsidRPr="00C82F5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2F51">
        <w:rPr>
          <w:rFonts w:ascii="Corbel" w:hAnsi="Corbel"/>
          <w:b w:val="0"/>
          <w:i/>
          <w:sz w:val="24"/>
          <w:szCs w:val="24"/>
        </w:rPr>
        <w:t>w Jednostce</w:t>
      </w:r>
    </w:p>
    <w:p w14:paraId="36C62549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13ECE" w14:textId="77777777" w:rsidR="0085747A" w:rsidRPr="00C82F5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1.</w:t>
      </w:r>
      <w:r w:rsidR="00E22FBC" w:rsidRPr="00C82F51">
        <w:rPr>
          <w:rFonts w:ascii="Corbel" w:hAnsi="Corbel"/>
          <w:sz w:val="24"/>
          <w:szCs w:val="24"/>
        </w:rPr>
        <w:t>1</w:t>
      </w:r>
      <w:r w:rsidRPr="00C82F5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234425" w14:textId="77777777" w:rsidR="00923D7D" w:rsidRPr="00C82F5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82F51" w14:paraId="190B3C23" w14:textId="77777777" w:rsidTr="000B57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1B1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35EDADBA" w14:textId="77777777" w:rsidR="00015B8F" w:rsidRPr="00C82F51" w:rsidRDefault="002B5EA0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</w:t>
            </w:r>
            <w:r w:rsidR="00363F78" w:rsidRPr="00C82F5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7BC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7EDF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1B5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826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03FC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E77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F5DA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9851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3975" w14:textId="77777777" w:rsidR="00015B8F" w:rsidRPr="00C82F51" w:rsidRDefault="00015B8F" w:rsidP="000B572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</w:t>
            </w:r>
            <w:r w:rsidR="00B90885" w:rsidRPr="00C82F51">
              <w:rPr>
                <w:rFonts w:ascii="Corbel" w:hAnsi="Corbel"/>
                <w:b/>
                <w:szCs w:val="24"/>
              </w:rPr>
              <w:t>.</w:t>
            </w:r>
            <w:r w:rsidRPr="00C82F5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2F51" w14:paraId="26902F0B" w14:textId="77777777" w:rsidTr="000B5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D4A" w14:textId="0E6A4337" w:rsidR="00015B8F" w:rsidRPr="00C82F51" w:rsidRDefault="000B5727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106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17A9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7820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346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17F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692E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B5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0AAA" w14:textId="77777777" w:rsidR="00015B8F" w:rsidRPr="00C82F51" w:rsidRDefault="00015B8F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D138" w14:textId="77777777" w:rsidR="00015B8F" w:rsidRPr="00C82F51" w:rsidRDefault="00901C4C" w:rsidP="000B5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DEAD5E" w14:textId="77777777" w:rsidR="00923D7D" w:rsidRPr="00C82F5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ADE5AF" w14:textId="77777777" w:rsidR="00923D7D" w:rsidRPr="00C82F5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51520E" w14:textId="77777777" w:rsidR="0085747A" w:rsidRPr="00C82F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</w:t>
      </w:r>
      <w:r w:rsidR="00E22FBC" w:rsidRPr="00C82F51">
        <w:rPr>
          <w:rFonts w:ascii="Corbel" w:hAnsi="Corbel"/>
          <w:smallCaps w:val="0"/>
          <w:szCs w:val="24"/>
        </w:rPr>
        <w:t>2</w:t>
      </w:r>
      <w:r w:rsidR="00F83B28" w:rsidRPr="00C82F51">
        <w:rPr>
          <w:rFonts w:ascii="Corbel" w:hAnsi="Corbel"/>
          <w:smallCaps w:val="0"/>
          <w:szCs w:val="24"/>
        </w:rPr>
        <w:t>.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 xml:space="preserve">Sposób realizacji zajęć  </w:t>
      </w:r>
    </w:p>
    <w:p w14:paraId="4AC590A4" w14:textId="77777777" w:rsidR="0085747A" w:rsidRPr="00C82F51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4ACE35" w14:textId="77777777" w:rsidR="0085747A" w:rsidRPr="00C82F51" w:rsidRDefault="003335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D574F7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F4D38F" w14:textId="77777777" w:rsidR="00E22FBC" w:rsidRPr="00C82F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="00F83B28" w:rsidRPr="00C82F51">
        <w:rPr>
          <w:rFonts w:ascii="Corbel" w:hAnsi="Corbel"/>
          <w:smallCaps w:val="0"/>
          <w:szCs w:val="24"/>
        </w:rPr>
        <w:tab/>
      </w:r>
      <w:r w:rsidRPr="00C82F51">
        <w:rPr>
          <w:rFonts w:ascii="Corbel" w:hAnsi="Corbel"/>
          <w:smallCaps w:val="0"/>
          <w:szCs w:val="24"/>
        </w:rPr>
        <w:t>For</w:t>
      </w:r>
      <w:r w:rsidR="00445970" w:rsidRPr="00C82F51">
        <w:rPr>
          <w:rFonts w:ascii="Corbel" w:hAnsi="Corbel"/>
          <w:smallCaps w:val="0"/>
          <w:szCs w:val="24"/>
        </w:rPr>
        <w:t xml:space="preserve">ma zaliczenia przedmiotu </w:t>
      </w:r>
      <w:r w:rsidRPr="00C82F51">
        <w:rPr>
          <w:rFonts w:ascii="Corbel" w:hAnsi="Corbel"/>
          <w:smallCaps w:val="0"/>
          <w:szCs w:val="24"/>
        </w:rPr>
        <w:t xml:space="preserve">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651F1D" w14:textId="77777777" w:rsidR="009C54AE" w:rsidRPr="00C82F5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799A4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Ćwiczenia:</w:t>
      </w:r>
    </w:p>
    <w:p w14:paraId="797DF706" w14:textId="77777777" w:rsidR="00EC1819" w:rsidRPr="00C82F51" w:rsidRDefault="00EC1819" w:rsidP="00EC1819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707AA833" w14:textId="77777777" w:rsidR="00EC1819" w:rsidRPr="00C82F51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Wykłady:</w:t>
      </w:r>
    </w:p>
    <w:p w14:paraId="2C9392A8" w14:textId="77777777" w:rsidR="00EC1819" w:rsidRPr="00C82F51" w:rsidRDefault="00EC1819" w:rsidP="00EC1819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Forma zaliczenia: egzamin</w:t>
      </w:r>
    </w:p>
    <w:p w14:paraId="346E00B0" w14:textId="77777777" w:rsidR="00E960BB" w:rsidRPr="00C82F5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D289D" w14:textId="7C3B2BD1" w:rsidR="00E960BB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C82F51">
        <w:rPr>
          <w:rFonts w:ascii="Corbel" w:hAnsi="Corbel"/>
          <w:szCs w:val="24"/>
        </w:rPr>
        <w:lastRenderedPageBreak/>
        <w:t xml:space="preserve">2.Wymagania wstępne </w:t>
      </w:r>
    </w:p>
    <w:p w14:paraId="050CF9C0" w14:textId="77777777" w:rsidR="000B5727" w:rsidRPr="00C82F51" w:rsidRDefault="000B5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82F51" w14:paraId="12A6F5ED" w14:textId="77777777" w:rsidTr="00745302">
        <w:tc>
          <w:tcPr>
            <w:tcW w:w="9670" w:type="dxa"/>
          </w:tcPr>
          <w:p w14:paraId="6CEB1C3B" w14:textId="3167F553" w:rsidR="0085747A" w:rsidRPr="00C82F51" w:rsidRDefault="00EC181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A354D8E" w14:textId="77777777" w:rsidR="00153C41" w:rsidRPr="00C82F5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ED0CDD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2F51">
        <w:rPr>
          <w:rFonts w:ascii="Corbel" w:hAnsi="Corbel"/>
          <w:szCs w:val="24"/>
        </w:rPr>
        <w:t>3.</w:t>
      </w:r>
      <w:r w:rsidR="0085747A" w:rsidRPr="00C82F51">
        <w:rPr>
          <w:rFonts w:ascii="Corbel" w:hAnsi="Corbel"/>
          <w:szCs w:val="24"/>
        </w:rPr>
        <w:t xml:space="preserve"> </w:t>
      </w:r>
      <w:r w:rsidR="00A84C85" w:rsidRPr="00C82F51">
        <w:rPr>
          <w:rFonts w:ascii="Corbel" w:hAnsi="Corbel"/>
          <w:szCs w:val="24"/>
        </w:rPr>
        <w:t>cele, efekty uczenia się</w:t>
      </w:r>
      <w:r w:rsidR="0085747A" w:rsidRPr="00C82F51">
        <w:rPr>
          <w:rFonts w:ascii="Corbel" w:hAnsi="Corbel"/>
          <w:szCs w:val="24"/>
        </w:rPr>
        <w:t xml:space="preserve"> , treści Programowe i stosowane metody Dydaktyczne</w:t>
      </w:r>
    </w:p>
    <w:p w14:paraId="761350AD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0AE73F" w14:textId="77777777" w:rsidR="0085747A" w:rsidRPr="00C82F5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3.1 </w:t>
      </w:r>
      <w:r w:rsidR="00C05F44" w:rsidRPr="00C82F51">
        <w:rPr>
          <w:rFonts w:ascii="Corbel" w:hAnsi="Corbel"/>
          <w:sz w:val="24"/>
          <w:szCs w:val="24"/>
        </w:rPr>
        <w:t>Cele przedmiotu</w:t>
      </w:r>
    </w:p>
    <w:p w14:paraId="63563307" w14:textId="77777777" w:rsidR="00F83B28" w:rsidRPr="00C82F5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C82F51" w14:paraId="2A685103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076E5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29DA" w14:textId="77777777" w:rsidR="00EC1819" w:rsidRPr="00C82F51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C82F51" w14:paraId="40E8B221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9822" w14:textId="77777777" w:rsidR="00EC1819" w:rsidRPr="00C82F51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4B76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EC1819" w:rsidRPr="00C82F51" w14:paraId="57134FBD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61AC" w14:textId="77777777" w:rsidR="00EC1819" w:rsidRPr="00C82F51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DA7A" w14:textId="77777777" w:rsidR="00EC1819" w:rsidRPr="00C82F51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1AE6E233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807E85" w14:textId="77777777" w:rsidR="001D7B54" w:rsidRPr="00C82F5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t xml:space="preserve">3.2 </w:t>
      </w:r>
      <w:r w:rsidR="001D7B54" w:rsidRPr="00C82F51">
        <w:rPr>
          <w:rFonts w:ascii="Corbel" w:hAnsi="Corbel"/>
          <w:b/>
          <w:sz w:val="24"/>
          <w:szCs w:val="24"/>
        </w:rPr>
        <w:t xml:space="preserve">Efekty </w:t>
      </w:r>
      <w:r w:rsidR="00C05F44" w:rsidRPr="00C82F5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2F51">
        <w:rPr>
          <w:rFonts w:ascii="Corbel" w:hAnsi="Corbel"/>
          <w:b/>
          <w:sz w:val="24"/>
          <w:szCs w:val="24"/>
        </w:rPr>
        <w:t>dla przedmiotu</w:t>
      </w:r>
      <w:r w:rsidR="00445970" w:rsidRPr="00C82F51">
        <w:rPr>
          <w:rFonts w:ascii="Corbel" w:hAnsi="Corbel"/>
          <w:sz w:val="24"/>
          <w:szCs w:val="24"/>
        </w:rPr>
        <w:t xml:space="preserve"> </w:t>
      </w:r>
    </w:p>
    <w:p w14:paraId="2A826C70" w14:textId="77777777" w:rsidR="001D7B54" w:rsidRPr="00C82F5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B8F7C" w14:textId="77777777" w:rsidR="00081DF0" w:rsidRPr="00C82F51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79"/>
        <w:gridCol w:w="5875"/>
        <w:gridCol w:w="1862"/>
      </w:tblGrid>
      <w:tr w:rsidR="005D5514" w:rsidRPr="00C82F51" w14:paraId="4661A4A5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C4722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1E14E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5424" w14:textId="77777777" w:rsidR="005D5514" w:rsidRPr="009C54AE" w:rsidRDefault="005D5514" w:rsidP="004720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DF0" w:rsidRPr="00C82F51" w14:paraId="365A665D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374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3FA8F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1047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509D1C7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392C9C7B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C2C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ECABF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FBE4" w14:textId="102D5D0C" w:rsidR="00081DF0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410596E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6243B7B0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5AEAB5E6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7951260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0A677507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EE8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94B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60F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754061B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41F2605C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023A05D0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14B96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D7C41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49D6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2B26954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081DF0" w:rsidRPr="00C82F51" w14:paraId="5003C678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DAC72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D478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D62F7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200A8E5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81DF0" w:rsidRPr="00C82F51" w14:paraId="7DF36A0F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1D72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748FB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BB45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0E282A19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35E3C75E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7E642328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0A5F1D4B" w14:textId="70B3B531" w:rsidR="00081DF0" w:rsidRPr="000B5727" w:rsidRDefault="00081DF0" w:rsidP="000B572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081DF0" w:rsidRPr="00C82F51" w14:paraId="2AD2D117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8BAE8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7410D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789C8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5AAD935F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4FFB9BEC" w14:textId="77777777" w:rsidR="00081DF0" w:rsidRPr="00C82F51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6342DED" w14:textId="4AFD0897" w:rsidR="00081DF0" w:rsidRPr="00520494" w:rsidRDefault="00081DF0" w:rsidP="005204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081DF0" w:rsidRPr="00C82F51" w14:paraId="31C2E289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C30BA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63374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5B751" w14:textId="77777777" w:rsidR="00081DF0" w:rsidRDefault="00276DB9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76DB9">
              <w:rPr>
                <w:rFonts w:ascii="Corbel" w:eastAsia="Cambria" w:hAnsi="Corbel"/>
                <w:b w:val="0"/>
                <w:szCs w:val="24"/>
              </w:rPr>
              <w:t>K_W05</w:t>
            </w:r>
            <w:r>
              <w:rPr>
                <w:rFonts w:ascii="Corbel" w:eastAsia="Cambria" w:hAnsi="Corbel"/>
                <w:b w:val="0"/>
                <w:szCs w:val="24"/>
              </w:rPr>
              <w:t>,</w:t>
            </w:r>
          </w:p>
          <w:p w14:paraId="1080A191" w14:textId="624525C7" w:rsidR="00276DB9" w:rsidRPr="00C82F51" w:rsidRDefault="00276DB9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6DB9"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081DF0" w:rsidRPr="00C82F51" w14:paraId="49151DBD" w14:textId="77777777" w:rsidTr="000B572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977B7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26811" w14:textId="77777777" w:rsidR="00081DF0" w:rsidRPr="00C82F51" w:rsidRDefault="00081DF0" w:rsidP="00670A6E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440B" w14:textId="11C72B12" w:rsidR="00081DF0" w:rsidRDefault="00081DF0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53323B2D" w14:textId="4CB8E16D" w:rsidR="00081DF0" w:rsidRPr="00276DB9" w:rsidRDefault="00276DB9" w:rsidP="00276DB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DB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A22C72F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022A7" w14:textId="77777777" w:rsidR="0085747A" w:rsidRPr="00C82F5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2F5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C82F51">
        <w:rPr>
          <w:rFonts w:ascii="Corbel" w:hAnsi="Corbel"/>
          <w:b/>
          <w:sz w:val="24"/>
          <w:szCs w:val="24"/>
        </w:rPr>
        <w:t xml:space="preserve"> </w:t>
      </w:r>
      <w:r w:rsidR="0085747A" w:rsidRPr="00C82F51">
        <w:rPr>
          <w:rFonts w:ascii="Corbel" w:hAnsi="Corbel"/>
          <w:b/>
          <w:sz w:val="24"/>
          <w:szCs w:val="24"/>
        </w:rPr>
        <w:t>T</w:t>
      </w:r>
      <w:r w:rsidR="001D7B54" w:rsidRPr="00C82F5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2F51">
        <w:rPr>
          <w:rFonts w:ascii="Corbel" w:hAnsi="Corbel"/>
          <w:sz w:val="24"/>
          <w:szCs w:val="24"/>
        </w:rPr>
        <w:t xml:space="preserve">  </w:t>
      </w:r>
    </w:p>
    <w:p w14:paraId="3E7E2C92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Problematyka wykładu </w:t>
      </w:r>
    </w:p>
    <w:p w14:paraId="0980B6F5" w14:textId="77777777" w:rsidR="0065468F" w:rsidRPr="00C82F51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C25F9F" w:rsidRPr="00C82F51" w14:paraId="17D17B69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962097" w:rsidRPr="00FA5EF4" w14:paraId="5F4FE632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9F78748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0DAA6D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962097" w:rsidRPr="00FA5EF4" w14:paraId="77F5745F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73EFAC3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26C236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7217A30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7E49CA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DE185CC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D6E4E2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7FB4078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D5C678" w14:textId="77777777" w:rsidR="00962097" w:rsidRPr="000C2027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Układ treści aktów normatywnych i środki językowe służące zapewnieniu spójności tekstu 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2BA05F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1609AC81" w14:textId="77777777" w:rsidTr="00135603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8915D32" w14:textId="77777777" w:rsidR="00962097" w:rsidRPr="003F4010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B125F3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0E4F2DDF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C2B8072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EB5600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0E9F7ED5" w14:textId="77777777" w:rsidR="00C25F9F" w:rsidRPr="00C82F51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78304D" w14:textId="77777777" w:rsidR="003D1273" w:rsidRPr="00C82F51" w:rsidRDefault="003D1273" w:rsidP="003D12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1ECE9" w14:textId="77777777" w:rsidR="0085747A" w:rsidRPr="00C82F51" w:rsidRDefault="00B26494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br w:type="textWrapping" w:clear="all"/>
      </w:r>
    </w:p>
    <w:p w14:paraId="294A98E9" w14:textId="77777777" w:rsidR="0085747A" w:rsidRPr="00C82F5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82F51">
        <w:rPr>
          <w:rFonts w:ascii="Corbel" w:hAnsi="Corbel"/>
          <w:sz w:val="24"/>
          <w:szCs w:val="24"/>
        </w:rPr>
        <w:t xml:space="preserve">, </w:t>
      </w:r>
      <w:r w:rsidRPr="00C82F51">
        <w:rPr>
          <w:rFonts w:ascii="Corbel" w:hAnsi="Corbel"/>
          <w:sz w:val="24"/>
          <w:szCs w:val="24"/>
        </w:rPr>
        <w:t xml:space="preserve">zajęć praktycznych </w:t>
      </w:r>
    </w:p>
    <w:p w14:paraId="2DD8FC8F" w14:textId="77777777" w:rsidR="0085747A" w:rsidRPr="00C82F5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39"/>
      </w:tblGrid>
      <w:tr w:rsidR="00081DF0" w:rsidRPr="00C82F51" w14:paraId="4264C020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D296" w14:textId="77777777" w:rsidR="00081DF0" w:rsidRPr="00C82F51" w:rsidRDefault="00081DF0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1DF0" w:rsidRPr="00C82F51" w14:paraId="2496F2EC" w14:textId="77777777" w:rsidTr="000B5727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962097" w:rsidRPr="00FA5EF4" w14:paraId="65E3DA7D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E2B5A60" w14:textId="77777777" w:rsidR="00962097" w:rsidRPr="00FA5EF4" w:rsidRDefault="00962097" w:rsidP="00962097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36EB0B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962097" w:rsidRPr="00FA5EF4" w14:paraId="4CCF9A18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41D0EA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procesu legislacyjnego w Polsce</w:t>
                  </w: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F8833E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31E87264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35769E0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962097">
                    <w:rPr>
                      <w:rFonts w:ascii="Corbel" w:hAnsi="Corbel"/>
                      <w:sz w:val="24"/>
                      <w:szCs w:val="24"/>
                    </w:rPr>
                    <w:t>Prawna regulacja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procesu legislacyjnego w państwach europejskich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85AA70" w14:textId="77777777" w:rsidR="00962097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261C5541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D7928CA" w14:textId="77777777" w:rsidR="00962097" w:rsidRPr="00FA5EF4" w:rsidRDefault="00BA2EE1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>System źródeł prawa w Polsce</w:t>
                  </w:r>
                  <w:r w:rsidR="00962097"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C1EABA4" w14:textId="77777777" w:rsidR="00962097" w:rsidRPr="00527F5C" w:rsidRDefault="00962097" w:rsidP="0096209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tworzenia zawartych w nich norm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AB9FBF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962097" w:rsidRPr="00FA5EF4" w14:paraId="3B6CC659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FF63A0" w14:textId="77777777" w:rsidR="00962097" w:rsidRPr="000C2027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normatywnego 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9DAFC5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4</w:t>
                  </w:r>
                </w:p>
              </w:tc>
            </w:tr>
            <w:tr w:rsidR="00962097" w:rsidRPr="00FA5EF4" w14:paraId="351F0068" w14:textId="77777777" w:rsidTr="00135603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7021D7F" w14:textId="77777777" w:rsidR="00962097" w:rsidRPr="003F4010" w:rsidRDefault="00962097" w:rsidP="0096209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izacja ustawy i tekst jednolity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3270D3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962097" w:rsidRPr="00FA5EF4" w14:paraId="1AC9D996" w14:textId="77777777" w:rsidTr="00135603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15F60A4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0B124D" w14:textId="77777777" w:rsidR="00962097" w:rsidRPr="00FA5EF4" w:rsidRDefault="00962097" w:rsidP="0096209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4CAD049E" w14:textId="77777777" w:rsidR="00081DF0" w:rsidRPr="00C82F51" w:rsidRDefault="00081DF0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F21330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D6EEE7" w14:textId="77777777" w:rsidR="0085747A" w:rsidRPr="00C82F5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3.4 Metody dydaktyczne</w:t>
      </w:r>
      <w:r w:rsidRPr="00C82F51">
        <w:rPr>
          <w:rFonts w:ascii="Corbel" w:hAnsi="Corbel"/>
          <w:b w:val="0"/>
          <w:smallCaps w:val="0"/>
          <w:szCs w:val="24"/>
        </w:rPr>
        <w:t xml:space="preserve"> </w:t>
      </w:r>
    </w:p>
    <w:p w14:paraId="0298054A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948B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Ćwiczenia:</w:t>
      </w:r>
    </w:p>
    <w:p w14:paraId="79C255DD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2F64E710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4D011A51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3E5B7689" w14:textId="77777777" w:rsidR="009568D5" w:rsidRPr="00C82F51" w:rsidRDefault="009568D5" w:rsidP="009568D5">
      <w:pPr>
        <w:pStyle w:val="Punktygwne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zCs w:val="24"/>
        </w:rPr>
        <w:t>Wykłady:</w:t>
      </w:r>
    </w:p>
    <w:p w14:paraId="55DF28D4" w14:textId="77777777" w:rsidR="009568D5" w:rsidRPr="00C82F51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21D9EB99" w14:textId="77777777" w:rsidR="00E960BB" w:rsidRPr="00C82F5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01C15" w14:textId="77777777" w:rsidR="0085747A" w:rsidRPr="00C82F5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 </w:t>
      </w:r>
      <w:r w:rsidR="0085747A" w:rsidRPr="00C82F51">
        <w:rPr>
          <w:rFonts w:ascii="Corbel" w:hAnsi="Corbel"/>
          <w:smallCaps w:val="0"/>
          <w:szCs w:val="24"/>
        </w:rPr>
        <w:t>METODY I KRYTERIA OCENY</w:t>
      </w:r>
      <w:r w:rsidR="009F4610" w:rsidRPr="00C82F51">
        <w:rPr>
          <w:rFonts w:ascii="Corbel" w:hAnsi="Corbel"/>
          <w:smallCaps w:val="0"/>
          <w:szCs w:val="24"/>
        </w:rPr>
        <w:t xml:space="preserve"> </w:t>
      </w:r>
    </w:p>
    <w:p w14:paraId="10B220C2" w14:textId="77777777" w:rsidR="00923D7D" w:rsidRPr="00C82F5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9F5EC3" w14:textId="77777777" w:rsidR="0085747A" w:rsidRPr="00C82F5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2F5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873F6B" w:rsidRPr="00C82F51" w14:paraId="3A362E3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FBB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7E507F2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C5E7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D55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CAAF37A" w14:textId="77777777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3742" w14:textId="77777777" w:rsidR="000B5727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B70E1" w14:textId="723410B0" w:rsidR="00873F6B" w:rsidRPr="00C82F51" w:rsidRDefault="00873F6B" w:rsidP="000B5727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( w,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3F6B" w:rsidRPr="00C82F51" w14:paraId="29695754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8FDC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964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4F2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C534AA9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7ED2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207D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F463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2F2CF903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4274A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3F8F4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95E4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2C55440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9AFD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CD84C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D72A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7D106A41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0DF8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A9A2B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2A81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73F6B" w:rsidRPr="00C82F51" w14:paraId="6E9343C9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9462E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65B9B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1DC0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7684FFCF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C6B96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80CD1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09807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6BB11FF0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69C0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CFE95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F5088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73F6B" w:rsidRPr="00C82F51" w14:paraId="4AF81EEC" w14:textId="77777777" w:rsidTr="000B5727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317D0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54BB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6C4C9" w14:textId="77777777" w:rsidR="00873F6B" w:rsidRPr="00C82F51" w:rsidRDefault="00873F6B" w:rsidP="00670A6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0C941F3" w14:textId="77777777" w:rsidR="00D015E9" w:rsidRPr="00C82F51" w:rsidRDefault="00D015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3B62F" w14:textId="77777777" w:rsidR="0085747A" w:rsidRPr="00C82F5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4.2 </w:t>
      </w:r>
      <w:r w:rsidR="0085747A" w:rsidRPr="00C82F5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2F51">
        <w:rPr>
          <w:rFonts w:ascii="Corbel" w:hAnsi="Corbel"/>
          <w:smallCaps w:val="0"/>
          <w:szCs w:val="24"/>
        </w:rPr>
        <w:t xml:space="preserve"> </w:t>
      </w:r>
    </w:p>
    <w:p w14:paraId="07A0F7AE" w14:textId="77777777" w:rsidR="00923D7D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C82F51" w14:paraId="26ACDE0F" w14:textId="77777777" w:rsidTr="000B5727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A7014" w14:textId="77777777" w:rsidR="00AC5855" w:rsidRPr="00C82F51" w:rsidRDefault="00756FAE" w:rsidP="00670A6E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C82F51">
              <w:rPr>
                <w:rFonts w:ascii="Corbel" w:hAnsi="Corbel"/>
                <w:bCs/>
                <w:iCs/>
                <w:smallCaps w:val="0"/>
                <w:szCs w:val="24"/>
              </w:rPr>
              <w:t>Ćwiczenia</w:t>
            </w:r>
          </w:p>
          <w:p w14:paraId="53BA8D00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Ocena sumująca</w:t>
            </w:r>
            <w:r w:rsidR="0043172F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test </w:t>
            </w:r>
            <w:r w:rsidR="00F85BC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jednokrotnego lub wielokrotnego wyboru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i pytania otwarte</w:t>
            </w:r>
            <w:r w:rsidR="00756FA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oraz prezentacja multimedialna.</w:t>
            </w:r>
          </w:p>
          <w:p w14:paraId="36C01BC2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Na ocenę pozytywną</w:t>
            </w:r>
            <w:r w:rsidR="00756FAE"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z kolokwium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 należy udzielić przynajmniej 50% poprawnych odpowiedzi. </w:t>
            </w:r>
          </w:p>
          <w:p w14:paraId="02F5A464" w14:textId="77777777" w:rsidR="00AC5855" w:rsidRPr="00C82F51" w:rsidRDefault="00AC5855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  <w:p w14:paraId="24B04BAC" w14:textId="77777777" w:rsidR="00756FAE" w:rsidRPr="00C82F51" w:rsidRDefault="00756FAE" w:rsidP="00670A6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C82F51">
              <w:rPr>
                <w:rFonts w:ascii="Corbel" w:hAnsi="Corbel"/>
                <w:bCs/>
                <w:smallCaps w:val="0"/>
                <w:szCs w:val="24"/>
              </w:rPr>
              <w:t>Wykład</w:t>
            </w:r>
          </w:p>
          <w:p w14:paraId="1A53D9EF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1DDC6524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2B20DC36" w14:textId="77777777" w:rsidR="00756FAE" w:rsidRPr="00C82F51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50CFA224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C1DDD" w14:textId="5D9F7040" w:rsidR="009F4610" w:rsidRPr="00C82F51" w:rsidRDefault="000B572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82F5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82F5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627882" w14:textId="77777777" w:rsidR="0085747A" w:rsidRPr="00C82F5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C82F51" w14:paraId="0912B9E9" w14:textId="77777777" w:rsidTr="00670A6E">
        <w:tc>
          <w:tcPr>
            <w:tcW w:w="4962" w:type="dxa"/>
            <w:vAlign w:val="center"/>
          </w:tcPr>
          <w:p w14:paraId="56B5E92B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BEFD93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C82F51" w14:paraId="7BA9529B" w14:textId="77777777" w:rsidTr="00670A6E">
        <w:tc>
          <w:tcPr>
            <w:tcW w:w="4962" w:type="dxa"/>
          </w:tcPr>
          <w:p w14:paraId="2E72DA64" w14:textId="77777777" w:rsidR="008C5588" w:rsidRPr="00C82F51" w:rsidRDefault="008C5588" w:rsidP="005D5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5D5514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C82F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730F16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C5588" w:rsidRPr="00C82F51" w14:paraId="74D10F25" w14:textId="77777777" w:rsidTr="00670A6E">
        <w:tc>
          <w:tcPr>
            <w:tcW w:w="4962" w:type="dxa"/>
          </w:tcPr>
          <w:p w14:paraId="29D2F6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D55BEE0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88667F" w14:textId="77777777" w:rsidR="008C5588" w:rsidRPr="00C82F51" w:rsidRDefault="00C3386D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C5588" w:rsidRPr="00C82F51" w14:paraId="32A6838C" w14:textId="77777777" w:rsidTr="00670A6E">
        <w:tc>
          <w:tcPr>
            <w:tcW w:w="4962" w:type="dxa"/>
          </w:tcPr>
          <w:p w14:paraId="133EE5C5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017C9F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16D999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C5588" w:rsidRPr="00C82F51" w14:paraId="33AEA664" w14:textId="77777777" w:rsidTr="00670A6E">
        <w:tc>
          <w:tcPr>
            <w:tcW w:w="4962" w:type="dxa"/>
          </w:tcPr>
          <w:p w14:paraId="391157D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63C5F8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1</w:t>
            </w:r>
            <w:r w:rsidR="00C3386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5588" w:rsidRPr="00C82F51" w14:paraId="3262DB84" w14:textId="77777777" w:rsidTr="00670A6E">
        <w:tc>
          <w:tcPr>
            <w:tcW w:w="4962" w:type="dxa"/>
          </w:tcPr>
          <w:p w14:paraId="4E32285D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2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43500C" w14:textId="77777777" w:rsidR="008C5588" w:rsidRPr="00C82F51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8C13DF" w14:textId="77777777" w:rsidR="0085747A" w:rsidRPr="00C82F5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2F5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2F5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E31F57" w14:textId="77777777" w:rsidR="003E1941" w:rsidRPr="00C82F5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61177" w14:textId="77777777" w:rsidR="0085747A" w:rsidRPr="00C82F5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6. </w:t>
      </w:r>
      <w:r w:rsidR="0085747A" w:rsidRPr="00C82F51">
        <w:rPr>
          <w:rFonts w:ascii="Corbel" w:hAnsi="Corbel"/>
          <w:smallCaps w:val="0"/>
          <w:szCs w:val="24"/>
        </w:rPr>
        <w:t>PRAKTYKI ZAWO</w:t>
      </w:r>
      <w:r w:rsidR="009C1331" w:rsidRPr="00C82F51">
        <w:rPr>
          <w:rFonts w:ascii="Corbel" w:hAnsi="Corbel"/>
          <w:smallCaps w:val="0"/>
          <w:szCs w:val="24"/>
        </w:rPr>
        <w:t>DOWE W RAMACH PRZEDMIOTU</w:t>
      </w:r>
    </w:p>
    <w:p w14:paraId="0A48D94D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2F51" w14:paraId="36560073" w14:textId="77777777" w:rsidTr="000B5727">
        <w:trPr>
          <w:trHeight w:val="397"/>
        </w:trPr>
        <w:tc>
          <w:tcPr>
            <w:tcW w:w="3544" w:type="dxa"/>
          </w:tcPr>
          <w:p w14:paraId="27C514FF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C3530D" w14:textId="62F76F7C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</w:t>
            </w:r>
          </w:p>
        </w:tc>
      </w:tr>
      <w:tr w:rsidR="0085747A" w:rsidRPr="00C82F51" w14:paraId="4319604A" w14:textId="77777777" w:rsidTr="000B5727">
        <w:trPr>
          <w:trHeight w:val="397"/>
        </w:trPr>
        <w:tc>
          <w:tcPr>
            <w:tcW w:w="3544" w:type="dxa"/>
          </w:tcPr>
          <w:p w14:paraId="1C5C16BE" w14:textId="77777777" w:rsidR="0085747A" w:rsidRPr="00C82F5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13E22" w14:textId="1D66EA0B" w:rsidR="0085747A" w:rsidRPr="00C82F51" w:rsidRDefault="00276D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3F8FCABA" w14:textId="77777777" w:rsidR="003E1941" w:rsidRPr="00C82F5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1253B" w14:textId="77777777" w:rsidR="0085747A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7. </w:t>
      </w:r>
      <w:r w:rsidR="0085747A" w:rsidRPr="00C82F51">
        <w:rPr>
          <w:rFonts w:ascii="Corbel" w:hAnsi="Corbel"/>
          <w:smallCaps w:val="0"/>
          <w:szCs w:val="24"/>
        </w:rPr>
        <w:t>LITERATURA</w:t>
      </w:r>
      <w:r w:rsidRPr="00C82F51">
        <w:rPr>
          <w:rFonts w:ascii="Corbel" w:hAnsi="Corbel"/>
          <w:smallCaps w:val="0"/>
          <w:szCs w:val="24"/>
        </w:rPr>
        <w:t xml:space="preserve"> </w:t>
      </w:r>
    </w:p>
    <w:p w14:paraId="4BDDEBE0" w14:textId="77777777" w:rsidR="00675843" w:rsidRPr="00C82F5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C82F51" w14:paraId="2015ADF5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EC6FF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14D737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1. 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Zasady techniki prawodawczej.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Warszawa 2003.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M. Błachut, W.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099123C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874" w:rsidRPr="00C82F51" w14:paraId="5E8E9118" w14:textId="77777777" w:rsidTr="000B5727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59BB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E250F3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1. S. Wronkowska, M. Zieliński, Problemy </w:t>
            </w:r>
            <w:r w:rsidR="00D35BCB"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zasady redagowania tekstów prawnych, Warszawa 2003.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>2. J. Wawrzyniak, Tryb ustawodawczy a jakość prawa, Warszawa 2005.</w:t>
            </w:r>
          </w:p>
          <w:p w14:paraId="1A48310D" w14:textId="77777777" w:rsidR="00385874" w:rsidRPr="00C82F51" w:rsidRDefault="00385874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61299A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85B14B" w14:textId="77777777" w:rsidR="0085747A" w:rsidRPr="00C82F5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547F" w14:textId="77777777" w:rsidR="0085747A" w:rsidRPr="00C82F5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2F51" w:rsidSect="000B5727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77590" w14:textId="77777777" w:rsidR="00CF4F0A" w:rsidRDefault="00CF4F0A" w:rsidP="00C16ABF">
      <w:pPr>
        <w:spacing w:after="0" w:line="240" w:lineRule="auto"/>
      </w:pPr>
      <w:r>
        <w:separator/>
      </w:r>
    </w:p>
  </w:endnote>
  <w:endnote w:type="continuationSeparator" w:id="0">
    <w:p w14:paraId="6CA2B0AE" w14:textId="77777777" w:rsidR="00CF4F0A" w:rsidRDefault="00CF4F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A2A62" w14:textId="77777777" w:rsidR="00CF4F0A" w:rsidRDefault="00CF4F0A" w:rsidP="00C16ABF">
      <w:pPr>
        <w:spacing w:after="0" w:line="240" w:lineRule="auto"/>
      </w:pPr>
      <w:r>
        <w:separator/>
      </w:r>
    </w:p>
  </w:footnote>
  <w:footnote w:type="continuationSeparator" w:id="0">
    <w:p w14:paraId="1E5345BB" w14:textId="77777777" w:rsidR="00CF4F0A" w:rsidRDefault="00CF4F0A" w:rsidP="00C16ABF">
      <w:pPr>
        <w:spacing w:after="0" w:line="240" w:lineRule="auto"/>
      </w:pPr>
      <w:r>
        <w:continuationSeparator/>
      </w:r>
    </w:p>
  </w:footnote>
  <w:footnote w:id="1">
    <w:p w14:paraId="6C4BF728" w14:textId="77777777" w:rsidR="005D5514" w:rsidRDefault="005D55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1DF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727"/>
    <w:rsid w:val="000D04B0"/>
    <w:rsid w:val="000E5DBC"/>
    <w:rsid w:val="000F1C57"/>
    <w:rsid w:val="000F5615"/>
    <w:rsid w:val="001152EC"/>
    <w:rsid w:val="00116E5A"/>
    <w:rsid w:val="00124BFF"/>
    <w:rsid w:val="0012560E"/>
    <w:rsid w:val="00127108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E3"/>
    <w:rsid w:val="001F2CA2"/>
    <w:rsid w:val="002144C0"/>
    <w:rsid w:val="0022477D"/>
    <w:rsid w:val="002278A9"/>
    <w:rsid w:val="002336F9"/>
    <w:rsid w:val="0024028F"/>
    <w:rsid w:val="00244ABC"/>
    <w:rsid w:val="00265008"/>
    <w:rsid w:val="00276DB9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C5E0D"/>
    <w:rsid w:val="002D3375"/>
    <w:rsid w:val="002D73D4"/>
    <w:rsid w:val="002F02A3"/>
    <w:rsid w:val="002F4ABE"/>
    <w:rsid w:val="003018BA"/>
    <w:rsid w:val="0030395F"/>
    <w:rsid w:val="00305C92"/>
    <w:rsid w:val="003151C5"/>
    <w:rsid w:val="003261F8"/>
    <w:rsid w:val="003335F3"/>
    <w:rsid w:val="003343CF"/>
    <w:rsid w:val="00346FE9"/>
    <w:rsid w:val="0034759A"/>
    <w:rsid w:val="003503F6"/>
    <w:rsid w:val="003530DD"/>
    <w:rsid w:val="00363F78"/>
    <w:rsid w:val="00376E9E"/>
    <w:rsid w:val="00385874"/>
    <w:rsid w:val="003A0A5B"/>
    <w:rsid w:val="003A1176"/>
    <w:rsid w:val="003C0BAE"/>
    <w:rsid w:val="003D1273"/>
    <w:rsid w:val="003D18A9"/>
    <w:rsid w:val="003D6CE2"/>
    <w:rsid w:val="003E1941"/>
    <w:rsid w:val="003E2FE6"/>
    <w:rsid w:val="003E49D5"/>
    <w:rsid w:val="003F38C0"/>
    <w:rsid w:val="00414E3C"/>
    <w:rsid w:val="00416715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494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5514"/>
    <w:rsid w:val="005D6878"/>
    <w:rsid w:val="005E6E85"/>
    <w:rsid w:val="005F31D2"/>
    <w:rsid w:val="0061029B"/>
    <w:rsid w:val="00617230"/>
    <w:rsid w:val="00621CE1"/>
    <w:rsid w:val="00623D54"/>
    <w:rsid w:val="00627FC9"/>
    <w:rsid w:val="00647FA8"/>
    <w:rsid w:val="00650C5F"/>
    <w:rsid w:val="0065468F"/>
    <w:rsid w:val="00654934"/>
    <w:rsid w:val="006620D9"/>
    <w:rsid w:val="00671958"/>
    <w:rsid w:val="00675843"/>
    <w:rsid w:val="0069396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FAE"/>
    <w:rsid w:val="00763BF1"/>
    <w:rsid w:val="00766FD4"/>
    <w:rsid w:val="0078168C"/>
    <w:rsid w:val="00787C2A"/>
    <w:rsid w:val="00790E27"/>
    <w:rsid w:val="007A2AC8"/>
    <w:rsid w:val="007A4022"/>
    <w:rsid w:val="007A6E6E"/>
    <w:rsid w:val="007C3299"/>
    <w:rsid w:val="007C3BCC"/>
    <w:rsid w:val="007C4546"/>
    <w:rsid w:val="007C5BDB"/>
    <w:rsid w:val="007D6E56"/>
    <w:rsid w:val="007D708C"/>
    <w:rsid w:val="007F1652"/>
    <w:rsid w:val="007F4155"/>
    <w:rsid w:val="00800F82"/>
    <w:rsid w:val="0081554D"/>
    <w:rsid w:val="0081707E"/>
    <w:rsid w:val="008449B3"/>
    <w:rsid w:val="00854640"/>
    <w:rsid w:val="0085747A"/>
    <w:rsid w:val="00873F6B"/>
    <w:rsid w:val="00884922"/>
    <w:rsid w:val="00885F64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64F4"/>
    <w:rsid w:val="008F12C9"/>
    <w:rsid w:val="008F6E29"/>
    <w:rsid w:val="00901C4C"/>
    <w:rsid w:val="00912DBE"/>
    <w:rsid w:val="00916188"/>
    <w:rsid w:val="00923D7D"/>
    <w:rsid w:val="00936810"/>
    <w:rsid w:val="009508DF"/>
    <w:rsid w:val="00950DAC"/>
    <w:rsid w:val="00954A07"/>
    <w:rsid w:val="009568D5"/>
    <w:rsid w:val="00962097"/>
    <w:rsid w:val="00997F14"/>
    <w:rsid w:val="009A78D9"/>
    <w:rsid w:val="009C1331"/>
    <w:rsid w:val="009C3E31"/>
    <w:rsid w:val="009C54AE"/>
    <w:rsid w:val="009C788E"/>
    <w:rsid w:val="009E168B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0D1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DB0"/>
    <w:rsid w:val="00AE5FCB"/>
    <w:rsid w:val="00AF2C1E"/>
    <w:rsid w:val="00B06142"/>
    <w:rsid w:val="00B10594"/>
    <w:rsid w:val="00B135B1"/>
    <w:rsid w:val="00B23D93"/>
    <w:rsid w:val="00B26494"/>
    <w:rsid w:val="00B3130B"/>
    <w:rsid w:val="00B3770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0D7"/>
    <w:rsid w:val="00B90885"/>
    <w:rsid w:val="00BA2EE1"/>
    <w:rsid w:val="00BB520A"/>
    <w:rsid w:val="00BD3869"/>
    <w:rsid w:val="00BD38F8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386D"/>
    <w:rsid w:val="00C36992"/>
    <w:rsid w:val="00C4664C"/>
    <w:rsid w:val="00C56036"/>
    <w:rsid w:val="00C61DC5"/>
    <w:rsid w:val="00C63A9C"/>
    <w:rsid w:val="00C6453C"/>
    <w:rsid w:val="00C67E92"/>
    <w:rsid w:val="00C70A26"/>
    <w:rsid w:val="00C766DF"/>
    <w:rsid w:val="00C82F51"/>
    <w:rsid w:val="00C94B98"/>
    <w:rsid w:val="00CA2B96"/>
    <w:rsid w:val="00CA5089"/>
    <w:rsid w:val="00CC294D"/>
    <w:rsid w:val="00CD14FE"/>
    <w:rsid w:val="00CD6897"/>
    <w:rsid w:val="00CE5BAC"/>
    <w:rsid w:val="00CF25BE"/>
    <w:rsid w:val="00CF4F0A"/>
    <w:rsid w:val="00CF78ED"/>
    <w:rsid w:val="00D015E9"/>
    <w:rsid w:val="00D02B25"/>
    <w:rsid w:val="00D02EBA"/>
    <w:rsid w:val="00D17C3C"/>
    <w:rsid w:val="00D26B2C"/>
    <w:rsid w:val="00D352C9"/>
    <w:rsid w:val="00D35BCB"/>
    <w:rsid w:val="00D425B2"/>
    <w:rsid w:val="00D428D6"/>
    <w:rsid w:val="00D447AA"/>
    <w:rsid w:val="00D467FA"/>
    <w:rsid w:val="00D552B2"/>
    <w:rsid w:val="00D608D1"/>
    <w:rsid w:val="00D74119"/>
    <w:rsid w:val="00D8075B"/>
    <w:rsid w:val="00D8678B"/>
    <w:rsid w:val="00DA0D0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883"/>
    <w:rsid w:val="00E51E44"/>
    <w:rsid w:val="00E60EAE"/>
    <w:rsid w:val="00E63348"/>
    <w:rsid w:val="00E6431F"/>
    <w:rsid w:val="00E77E88"/>
    <w:rsid w:val="00E8107D"/>
    <w:rsid w:val="00E960BB"/>
    <w:rsid w:val="00EA2074"/>
    <w:rsid w:val="00EA4832"/>
    <w:rsid w:val="00EA4E9D"/>
    <w:rsid w:val="00EC1819"/>
    <w:rsid w:val="00EC1E50"/>
    <w:rsid w:val="00EC4899"/>
    <w:rsid w:val="00ED03AB"/>
    <w:rsid w:val="00ED32D2"/>
    <w:rsid w:val="00EE32DE"/>
    <w:rsid w:val="00EE5457"/>
    <w:rsid w:val="00F0129F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D88F"/>
  <w15:docId w15:val="{DBE96A4F-4EE8-4F3C-87AA-CA3C81E5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05FD-2F17-4228-B9FF-B5F5FE2D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2021-03-30T09:13:00Z</dcterms:created>
  <dcterms:modified xsi:type="dcterms:W3CDTF">2021-03-31T08:00:00Z</dcterms:modified>
</cp:coreProperties>
</file>